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2C" w:rsidRDefault="00C76C2C" w:rsidP="00331B62">
      <w:pPr>
        <w:shd w:val="clear" w:color="auto" w:fill="FFFFFF"/>
        <w:spacing w:line="240" w:lineRule="auto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  <w:r>
        <w:rPr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C76C2C" w:rsidRDefault="00C76C2C" w:rsidP="008845F3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</w:p>
    <w:p w:rsidR="00C76C2C" w:rsidRPr="008845F3" w:rsidRDefault="00C76C2C" w:rsidP="008845F3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8845F3">
        <w:rPr>
          <w:b/>
          <w:bCs/>
          <w:color w:val="404040"/>
          <w:sz w:val="24"/>
          <w:szCs w:val="24"/>
          <w:lang w:eastAsia="ru-RU"/>
        </w:rPr>
        <w:t>Продлен срок действия свидетельств о праве на получение социальных выплат на приобретение жилых помещений для молодых семей</w:t>
      </w:r>
    </w:p>
    <w:p w:rsidR="00C76C2C" w:rsidRPr="008845F3" w:rsidRDefault="00C76C2C" w:rsidP="008845F3">
      <w:pPr>
        <w:shd w:val="clear" w:color="auto" w:fill="FFFFFF"/>
        <w:spacing w:line="240" w:lineRule="auto"/>
        <w:ind w:left="0" w:firstLine="0"/>
        <w:jc w:val="center"/>
        <w:textAlignment w:val="baseline"/>
        <w:rPr>
          <w:color w:val="404040"/>
          <w:sz w:val="24"/>
          <w:szCs w:val="24"/>
          <w:lang w:eastAsia="ru-RU"/>
        </w:rPr>
      </w:pPr>
      <w:r w:rsidRPr="008845F3">
        <w:rPr>
          <w:b/>
          <w:bCs/>
          <w:color w:val="404040"/>
          <w:sz w:val="24"/>
          <w:szCs w:val="24"/>
          <w:lang w:eastAsia="ru-RU"/>
        </w:rPr>
        <w:t> </w:t>
      </w:r>
    </w:p>
    <w:p w:rsidR="00C76C2C" w:rsidRPr="008845F3" w:rsidRDefault="00C76C2C" w:rsidP="008845F3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845F3">
        <w:rPr>
          <w:color w:val="404040"/>
          <w:sz w:val="24"/>
          <w:szCs w:val="24"/>
          <w:lang w:eastAsia="ru-RU"/>
        </w:rPr>
        <w:t>Постановлением Правительства РФ от 26.04.2020 № 589 «О продлении сроков, определенных приложением №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 продлен срок действия свидетельств о праве на получение социальных выплат на приобретение жилых помещений для молодых семей.</w:t>
      </w:r>
    </w:p>
    <w:p w:rsidR="00C76C2C" w:rsidRPr="008845F3" w:rsidRDefault="00C76C2C" w:rsidP="008845F3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845F3">
        <w:rPr>
          <w:color w:val="404040"/>
          <w:sz w:val="24"/>
          <w:szCs w:val="24"/>
          <w:lang w:eastAsia="ru-RU"/>
        </w:rPr>
        <w:t>Срок действия свидетельства продлен с 7 месяцев до 9 месяцев с даты выдачи, указанной в нём. Срок представления свидетельства в банк увеличен с 1 месяца до 3 месяцев со дня его выдачи.</w:t>
      </w:r>
    </w:p>
    <w:p w:rsidR="00C76C2C" w:rsidRPr="008845F3" w:rsidRDefault="00C76C2C" w:rsidP="008845F3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845F3">
        <w:rPr>
          <w:color w:val="404040"/>
          <w:sz w:val="24"/>
          <w:szCs w:val="24"/>
          <w:lang w:eastAsia="ru-RU"/>
        </w:rPr>
        <w:t>Положения Постановления применяются в отношение свидетельств, выданных в период с 1 февраля 2020 года до дня его вступления в силу.</w:t>
      </w:r>
    </w:p>
    <w:p w:rsidR="00C76C2C" w:rsidRPr="008845F3" w:rsidRDefault="00C76C2C" w:rsidP="008845F3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845F3">
        <w:rPr>
          <w:color w:val="404040"/>
          <w:sz w:val="24"/>
          <w:szCs w:val="24"/>
          <w:lang w:eastAsia="ru-RU"/>
        </w:rPr>
        <w:t>Документ вступил в силу 5 мая 2020 года.</w:t>
      </w:r>
    </w:p>
    <w:p w:rsidR="00C76C2C" w:rsidRDefault="00C76C2C"/>
    <w:sectPr w:rsidR="00C76C2C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5F3"/>
    <w:rsid w:val="001B128C"/>
    <w:rsid w:val="00331B62"/>
    <w:rsid w:val="003A62B7"/>
    <w:rsid w:val="004D12D8"/>
    <w:rsid w:val="006F7C1A"/>
    <w:rsid w:val="007819B5"/>
    <w:rsid w:val="00852F51"/>
    <w:rsid w:val="008845F3"/>
    <w:rsid w:val="00A73861"/>
    <w:rsid w:val="00A96337"/>
    <w:rsid w:val="00C72B0F"/>
    <w:rsid w:val="00C76C2C"/>
    <w:rsid w:val="00D14407"/>
    <w:rsid w:val="00DF7336"/>
    <w:rsid w:val="00DF7C16"/>
    <w:rsid w:val="00EA04B8"/>
    <w:rsid w:val="00FF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845F3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0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138</Words>
  <Characters>791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</dc:title>
  <dc:subject/>
  <dc:creator>User</dc:creator>
  <cp:keywords/>
  <dc:description/>
  <cp:lastModifiedBy>KITSELSOVET</cp:lastModifiedBy>
  <cp:revision>2</cp:revision>
  <dcterms:created xsi:type="dcterms:W3CDTF">2020-06-11T12:38:00Z</dcterms:created>
  <dcterms:modified xsi:type="dcterms:W3CDTF">2020-06-11T12:38:00Z</dcterms:modified>
</cp:coreProperties>
</file>