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6C" w:rsidRDefault="00F96B6C" w:rsidP="00021FCE">
      <w:pPr>
        <w:shd w:val="clear" w:color="auto" w:fill="FFFFFF"/>
        <w:spacing w:line="240" w:lineRule="auto"/>
        <w:ind w:left="0" w:firstLine="0"/>
        <w:jc w:val="both"/>
        <w:textAlignment w:val="baseline"/>
        <w:rPr>
          <w:b/>
          <w:bCs/>
          <w:color w:val="404040"/>
          <w:sz w:val="24"/>
          <w:szCs w:val="24"/>
          <w:lang w:eastAsia="ru-RU"/>
        </w:rPr>
      </w:pPr>
      <w:r>
        <w:rPr>
          <w:b/>
          <w:bCs/>
          <w:color w:val="404040"/>
          <w:sz w:val="24"/>
          <w:szCs w:val="24"/>
          <w:lang w:eastAsia="ru-RU"/>
        </w:rPr>
        <w:t>ПРОКУРАТУРА РАЗЪЯСНЯЕТ</w:t>
      </w:r>
    </w:p>
    <w:p w:rsidR="00F96B6C" w:rsidRDefault="00F96B6C" w:rsidP="00021FC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404040"/>
        </w:rPr>
      </w:pPr>
    </w:p>
    <w:p w:rsidR="00F96B6C" w:rsidRPr="00021FCE" w:rsidRDefault="00F96B6C" w:rsidP="00021FC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404040"/>
        </w:rPr>
      </w:pPr>
      <w:r w:rsidRPr="00021FCE">
        <w:rPr>
          <w:b/>
          <w:bCs/>
          <w:color w:val="404040"/>
        </w:rPr>
        <w:t>Вопрос: Кому положено новое детское пособие в размере 5000 рублей?</w:t>
      </w:r>
    </w:p>
    <w:p w:rsidR="00F96B6C" w:rsidRDefault="00F96B6C" w:rsidP="00021FCE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</w:p>
    <w:p w:rsidR="00F96B6C" w:rsidRPr="00021FCE" w:rsidRDefault="00F96B6C" w:rsidP="00021FCE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021FCE">
        <w:rPr>
          <w:color w:val="404040"/>
        </w:rPr>
        <w:t>Президент России Владимир Путин подписал Указ от 07.04.2020 «О дополнительных мерах социальной поддержки семей, имеющих детей». Документ официально опубликован и вступил в силу со дня подписания. Ранее Госдума приняла поправки в Бюджетный кодекс РФ, в соответствии с которыми наделили президента и правительство правом распоряжаться бюджетными средствами без внесения поправок в бюджет текущего года, если затраты связаны с мерами поддержки населения и бизнеса, а также финансированием мер защиты в период распространения коронавирусной инфекции.</w:t>
      </w:r>
    </w:p>
    <w:p w:rsidR="00F96B6C" w:rsidRPr="00021FCE" w:rsidRDefault="00F96B6C" w:rsidP="00021FCE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021FCE">
        <w:rPr>
          <w:color w:val="404040"/>
        </w:rPr>
        <w:t>В Указе сказано, что пособие в размере 5000 рублей положено: Лицам, проживающим на территории Российской Федерации и имеющим (имевшим) право на меры государственной поддержки, предусмотренные Федеральным законом от 29 декабря 2006 г. № 256-ФЗ «О дополнительных мерах государственной поддержки семей, имеющих детей», при условии, что такое право возникло у них до 01.07.2020 года.</w:t>
      </w:r>
    </w:p>
    <w:p w:rsidR="00F96B6C" w:rsidRPr="00021FCE" w:rsidRDefault="00F96B6C" w:rsidP="00021FCE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021FCE">
        <w:rPr>
          <w:color w:val="404040"/>
        </w:rPr>
        <w:t>Таким образом, получить выплату смогут семьи, которые имеют право на материнский капитал на каждого ребенка в возрасте до трех лет, имеющего гражданство Российской Федерации.</w:t>
      </w:r>
    </w:p>
    <w:p w:rsidR="00F96B6C" w:rsidRPr="00021FCE" w:rsidRDefault="00F96B6C" w:rsidP="00021FCE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021FCE">
        <w:rPr>
          <w:color w:val="404040"/>
        </w:rPr>
        <w:t>Порядок и условия осуществления выплат временного детского пособия в соответствии с указом президента должно определить правительство. Глава государства в своем обращении говорил, что нужно максимально упростить процедуру оформления и сократить количество необходимых документов. По мнению Владимира Путина, это пособие должно быть выплачено на основании данных получателей сертификатов на материнский капитал, которые и так есть в распоряжении Пенсионного фонда России.</w:t>
      </w:r>
    </w:p>
    <w:p w:rsidR="00F96B6C" w:rsidRPr="00021FCE" w:rsidRDefault="00F96B6C" w:rsidP="00021FCE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color w:val="404040"/>
        </w:rPr>
      </w:pPr>
      <w:r w:rsidRPr="00021FCE">
        <w:rPr>
          <w:color w:val="404040"/>
        </w:rPr>
        <w:t>Установлено, что граждане смогут обратиться в территориальные отделения ПФР, в том числе и через сайт госуслуг дистанционно, за назначением антикризисного детского пособия до 01.10.2020 и получить сумму за все три месяца сразу. 5000 рублей временного детского пособия не учитываются в составе доходов семьи при предоставлении ей иных мер социальной поддержки.</w:t>
      </w:r>
    </w:p>
    <w:p w:rsidR="00F96B6C" w:rsidRPr="00021FCE" w:rsidRDefault="00F96B6C" w:rsidP="00021FCE">
      <w:pPr>
        <w:jc w:val="both"/>
        <w:rPr>
          <w:sz w:val="24"/>
          <w:szCs w:val="24"/>
        </w:rPr>
      </w:pPr>
    </w:p>
    <w:sectPr w:rsidR="00F96B6C" w:rsidRPr="00021FCE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FCE"/>
    <w:rsid w:val="00021FCE"/>
    <w:rsid w:val="001D24CB"/>
    <w:rsid w:val="003925B0"/>
    <w:rsid w:val="003A62B7"/>
    <w:rsid w:val="004F0FA7"/>
    <w:rsid w:val="006F7C1A"/>
    <w:rsid w:val="007819B5"/>
    <w:rsid w:val="00852F51"/>
    <w:rsid w:val="00A96337"/>
    <w:rsid w:val="00C72B0F"/>
    <w:rsid w:val="00DF7336"/>
    <w:rsid w:val="00DF7C16"/>
    <w:rsid w:val="00E214B7"/>
    <w:rsid w:val="00EA04B8"/>
    <w:rsid w:val="00F9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21FCE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302</Words>
  <Characters>1724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РАЗЪЯСНЯЕТ</dc:title>
  <dc:subject/>
  <dc:creator>User</dc:creator>
  <cp:keywords/>
  <dc:description/>
  <cp:lastModifiedBy>KITSELSOVET</cp:lastModifiedBy>
  <cp:revision>2</cp:revision>
  <dcterms:created xsi:type="dcterms:W3CDTF">2020-06-11T12:34:00Z</dcterms:created>
  <dcterms:modified xsi:type="dcterms:W3CDTF">2020-06-11T12:34:00Z</dcterms:modified>
</cp:coreProperties>
</file>