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C6" w:rsidRDefault="000D01C6" w:rsidP="00EF3FAB">
      <w:pPr>
        <w:shd w:val="clear" w:color="auto" w:fill="FFFFFF"/>
        <w:spacing w:line="240" w:lineRule="auto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  <w:r>
        <w:rPr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0D01C6" w:rsidRDefault="000D01C6" w:rsidP="00EF3FAB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</w:p>
    <w:p w:rsidR="000D01C6" w:rsidRPr="00EF3FAB" w:rsidRDefault="000D01C6" w:rsidP="00EF3FAB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F3FAB">
        <w:rPr>
          <w:b/>
          <w:bCs/>
          <w:color w:val="404040"/>
          <w:sz w:val="24"/>
          <w:szCs w:val="24"/>
          <w:lang w:eastAsia="ru-RU"/>
        </w:rPr>
        <w:t>Вопрос: Могут ли пользоваться местами для бесплатной парковки транспортных средств инвалиды третьей группы</w:t>
      </w:r>
      <w:r w:rsidRPr="00EF3FAB">
        <w:rPr>
          <w:color w:val="404040"/>
          <w:sz w:val="24"/>
          <w:szCs w:val="24"/>
          <w:lang w:eastAsia="ru-RU"/>
        </w:rPr>
        <w:t>?</w:t>
      </w:r>
    </w:p>
    <w:p w:rsidR="000D01C6" w:rsidRPr="00EF3FAB" w:rsidRDefault="000D01C6" w:rsidP="00EF3FA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F3FAB">
        <w:rPr>
          <w:color w:val="404040"/>
          <w:sz w:val="24"/>
          <w:szCs w:val="24"/>
          <w:lang w:eastAsia="ru-RU"/>
        </w:rPr>
        <w:t> </w:t>
      </w:r>
    </w:p>
    <w:p w:rsidR="000D01C6" w:rsidRPr="00EF3FAB" w:rsidRDefault="000D01C6" w:rsidP="00EF3FA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F3FAB">
        <w:rPr>
          <w:color w:val="404040"/>
          <w:sz w:val="24"/>
          <w:szCs w:val="24"/>
          <w:lang w:eastAsia="ru-RU"/>
        </w:rPr>
        <w:t>Согласно части 9 статья 15 Федерального закона «О социальной защите инвалидов в Российской Федерации» на всех парковках общего пользования,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</w:t>
      </w:r>
    </w:p>
    <w:p w:rsidR="000D01C6" w:rsidRPr="00EF3FAB" w:rsidRDefault="000D01C6" w:rsidP="00EF3FA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F3FAB">
        <w:rPr>
          <w:color w:val="404040"/>
          <w:sz w:val="24"/>
          <w:szCs w:val="24"/>
          <w:lang w:eastAsia="ru-RU"/>
        </w:rPr>
        <w:t>При этом закреплено, что на граждан из числа инвалидов III группы нормы настоящей части распространяются в порядке, определяемом Правительством Российской Федерации.</w:t>
      </w:r>
    </w:p>
    <w:p w:rsidR="000D01C6" w:rsidRPr="00EF3FAB" w:rsidRDefault="000D01C6" w:rsidP="00EF3FA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F3FAB">
        <w:rPr>
          <w:color w:val="404040"/>
          <w:sz w:val="24"/>
          <w:szCs w:val="24"/>
          <w:lang w:eastAsia="ru-RU"/>
        </w:rPr>
        <w:t>Порядок распространения на граждан из числа инвалидов III группы норм части девятой статьи 15 Федерального закона «О социальной защите инвалидов в Российской Федерации» установлен Постановлением Правительства Российской Федерации от 10.02.2020 №115, которое вступает в силу с 1 июля 2020 года.</w:t>
      </w:r>
    </w:p>
    <w:p w:rsidR="000D01C6" w:rsidRPr="00EF3FAB" w:rsidRDefault="000D01C6" w:rsidP="00EF3FAB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EF3FAB">
        <w:rPr>
          <w:color w:val="404040"/>
          <w:sz w:val="24"/>
          <w:szCs w:val="24"/>
          <w:lang w:eastAsia="ru-RU"/>
        </w:rPr>
        <w:t>Согласно названному порядку право на бесплатную парковку будут иметь инвалиды III группы, имеющие ограничение способности к самостоятельному передвижению любой степени выраженности (1, 2 или 3 степени), а также получившие до вступления в силу настоящего постановления в федеральном учреждении медико-социальной экспертизы опознавательный знак "Инвалид" для индивидуального использования и пользующиеся правом на бесплатное использование мест для парковки транспортных средств.</w:t>
      </w:r>
    </w:p>
    <w:p w:rsidR="000D01C6" w:rsidRDefault="000D01C6"/>
    <w:sectPr w:rsidR="000D01C6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3FAB"/>
    <w:rsid w:val="000D01C6"/>
    <w:rsid w:val="003A62B7"/>
    <w:rsid w:val="006F7C1A"/>
    <w:rsid w:val="007819B5"/>
    <w:rsid w:val="007E20E6"/>
    <w:rsid w:val="00852F51"/>
    <w:rsid w:val="008F4B7C"/>
    <w:rsid w:val="009F1D23"/>
    <w:rsid w:val="00A96337"/>
    <w:rsid w:val="00AF2057"/>
    <w:rsid w:val="00C72B0F"/>
    <w:rsid w:val="00DF7336"/>
    <w:rsid w:val="00DF7C16"/>
    <w:rsid w:val="00EA04B8"/>
    <w:rsid w:val="00EF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F3FAB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58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216</Words>
  <Characters>1233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</dc:title>
  <dc:subject/>
  <dc:creator>User</dc:creator>
  <cp:keywords/>
  <dc:description/>
  <cp:lastModifiedBy>KITSELSOVET</cp:lastModifiedBy>
  <cp:revision>2</cp:revision>
  <dcterms:created xsi:type="dcterms:W3CDTF">2020-06-11T12:33:00Z</dcterms:created>
  <dcterms:modified xsi:type="dcterms:W3CDTF">2020-06-11T12:33:00Z</dcterms:modified>
</cp:coreProperties>
</file>