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00" w:rsidRPr="007C1AEF" w:rsidRDefault="00811300" w:rsidP="00B32242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B32242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7C1AEF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811300" w:rsidRPr="007C1AEF" w:rsidRDefault="00811300" w:rsidP="00B32242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b/>
          <w:bCs/>
          <w:color w:val="404040"/>
          <w:sz w:val="24"/>
          <w:szCs w:val="24"/>
          <w:lang w:eastAsia="ru-RU"/>
        </w:rPr>
        <w:t>Дата:</w:t>
      </w:r>
      <w:r w:rsidRPr="007C1AEF">
        <w:rPr>
          <w:color w:val="404040"/>
          <w:sz w:val="24"/>
          <w:szCs w:val="24"/>
          <w:lang w:eastAsia="ru-RU"/>
        </w:rPr>
        <w:t> 19.03.2020 г.</w:t>
      </w:r>
    </w:p>
    <w:p w:rsidR="00811300" w:rsidRPr="007C1AEF" w:rsidRDefault="00811300" w:rsidP="00B32242">
      <w:pPr>
        <w:shd w:val="clear" w:color="auto" w:fill="FFFFFF"/>
        <w:spacing w:line="216" w:lineRule="atLeast"/>
        <w:ind w:left="0" w:firstLine="0"/>
        <w:jc w:val="both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7C1AEF">
        <w:rPr>
          <w:b/>
          <w:bCs/>
          <w:color w:val="404040"/>
          <w:kern w:val="36"/>
          <w:sz w:val="24"/>
          <w:szCs w:val="24"/>
          <w:lang w:eastAsia="ru-RU"/>
        </w:rPr>
        <w:t>Ограничен размер процентов по потребительским кредитам</w:t>
      </w:r>
    </w:p>
    <w:p w:rsidR="00811300" w:rsidRPr="007C1AEF" w:rsidRDefault="00811300" w:rsidP="00B32242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color w:val="404040"/>
          <w:sz w:val="24"/>
          <w:szCs w:val="24"/>
          <w:lang w:eastAsia="ru-RU"/>
        </w:rPr>
        <w:t>С 1 января 2020 года вступили в силу изменения в законодательстве о потребительском кредитовании. В соответствии с новыми требованиями банкам и микрофинансовым организациям запрещается начислять проценты по договору потребительского кредитования после того, как они достигнут полуторакратной суммы кредита.</w:t>
      </w:r>
    </w:p>
    <w:p w:rsidR="00811300" w:rsidRPr="007C1AEF" w:rsidRDefault="00811300" w:rsidP="00B32242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color w:val="404040"/>
          <w:sz w:val="24"/>
          <w:szCs w:val="24"/>
          <w:lang w:eastAsia="ru-RU"/>
        </w:rPr>
        <w:t>Данный запрет касается не только процентов, начисляемых на базовую сумму кредита, но и неустойки, других договорных мер ответственности, а также платежей за услуги, которые кредитор оказывает за отдельную плату.</w:t>
      </w:r>
    </w:p>
    <w:p w:rsidR="00811300" w:rsidRPr="007C1AEF" w:rsidRDefault="00811300" w:rsidP="00B32242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color w:val="404040"/>
          <w:sz w:val="24"/>
          <w:szCs w:val="24"/>
          <w:lang w:eastAsia="ru-RU"/>
        </w:rPr>
        <w:t>Запрет распространяется на договоры потребительского кредита или займа, срок возврата денежных средств по которым не превышает одного года.</w:t>
      </w:r>
    </w:p>
    <w:p w:rsidR="00811300" w:rsidRPr="007C1AEF" w:rsidRDefault="00811300" w:rsidP="00B32242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color w:val="404040"/>
          <w:sz w:val="24"/>
          <w:szCs w:val="24"/>
          <w:lang w:eastAsia="ru-RU"/>
        </w:rPr>
        <w:t>Указанное условие должно быть отражено на первой странице договора потребительского кредита (займа) перед таблицей, содержащей индивидуальные условия договора потребительского кредита (займа).</w:t>
      </w:r>
    </w:p>
    <w:p w:rsidR="00811300" w:rsidRPr="007C1AEF" w:rsidRDefault="00811300" w:rsidP="00B32242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color w:val="404040"/>
          <w:sz w:val="24"/>
          <w:szCs w:val="24"/>
          <w:lang w:eastAsia="ru-RU"/>
        </w:rPr>
        <w:t>Отсутствие указанного условия в тексте договора образует в действиях кредитора состав административного правонарушения, предусмотренного ч.1 ст. 14.8 КоАП РФ — нарушение права потребителя на получение необходимой и достоверной информации о реализуемом товаре (работе, услуге).</w:t>
      </w:r>
    </w:p>
    <w:p w:rsidR="00811300" w:rsidRPr="007C1AEF" w:rsidRDefault="00811300" w:rsidP="00B32242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7C1AEF">
        <w:rPr>
          <w:color w:val="404040"/>
          <w:sz w:val="24"/>
          <w:szCs w:val="24"/>
          <w:lang w:eastAsia="ru-RU"/>
        </w:rPr>
        <w:t> </w:t>
      </w:r>
    </w:p>
    <w:p w:rsidR="00811300" w:rsidRPr="007C1AEF" w:rsidRDefault="00811300">
      <w:pPr>
        <w:rPr>
          <w:sz w:val="24"/>
          <w:szCs w:val="24"/>
        </w:rPr>
      </w:pPr>
    </w:p>
    <w:sectPr w:rsidR="00811300" w:rsidRPr="007C1AEF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242"/>
    <w:rsid w:val="003A62B7"/>
    <w:rsid w:val="00517CF8"/>
    <w:rsid w:val="006F7C1A"/>
    <w:rsid w:val="007819B5"/>
    <w:rsid w:val="007C1AEF"/>
    <w:rsid w:val="00811300"/>
    <w:rsid w:val="00852F51"/>
    <w:rsid w:val="00A96337"/>
    <w:rsid w:val="00B32242"/>
    <w:rsid w:val="00C225A5"/>
    <w:rsid w:val="00C72B0F"/>
    <w:rsid w:val="00D1345C"/>
    <w:rsid w:val="00D356A0"/>
    <w:rsid w:val="00DF7336"/>
    <w:rsid w:val="00DF7C16"/>
    <w:rsid w:val="00EA04B8"/>
    <w:rsid w:val="00FB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32242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224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B32242"/>
    <w:rPr>
      <w:rFonts w:cs="Times New Roman"/>
    </w:rPr>
  </w:style>
  <w:style w:type="character" w:styleId="Strong">
    <w:name w:val="Strong"/>
    <w:basedOn w:val="DefaultParagraphFont"/>
    <w:uiPriority w:val="99"/>
    <w:qFormat/>
    <w:rsid w:val="00B32242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B32242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186</Words>
  <Characters>1062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2020-04-10T05:24:00Z</dcterms:created>
  <dcterms:modified xsi:type="dcterms:W3CDTF">2020-04-10T05:24:00Z</dcterms:modified>
</cp:coreProperties>
</file>