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900" w:rsidRPr="008B1970" w:rsidRDefault="009A2900" w:rsidP="00B36B56">
      <w:pPr>
        <w:shd w:val="clear" w:color="auto" w:fill="FFFFFF"/>
        <w:spacing w:line="240" w:lineRule="auto"/>
        <w:ind w:left="0" w:firstLine="0"/>
        <w:textAlignment w:val="baseline"/>
        <w:rPr>
          <w:b/>
          <w:bCs/>
          <w:color w:val="222222"/>
          <w:kern w:val="36"/>
          <w:sz w:val="24"/>
          <w:szCs w:val="24"/>
          <w:lang w:eastAsia="ru-RU"/>
        </w:rPr>
      </w:pPr>
      <w:r w:rsidRPr="008B1970">
        <w:rPr>
          <w:b/>
          <w:bCs/>
          <w:color w:val="222222"/>
          <w:kern w:val="36"/>
          <w:sz w:val="24"/>
          <w:szCs w:val="24"/>
          <w:lang w:eastAsia="ru-RU"/>
        </w:rPr>
        <w:t>Прокуратура разъясняет законодательство</w:t>
      </w:r>
    </w:p>
    <w:p w:rsidR="009A2900" w:rsidRPr="008B1970" w:rsidRDefault="009A2900" w:rsidP="00B36B56">
      <w:pPr>
        <w:shd w:val="clear" w:color="auto" w:fill="FFFFFF"/>
        <w:spacing w:line="240" w:lineRule="auto"/>
        <w:ind w:left="0" w:firstLine="0"/>
        <w:textAlignment w:val="baseline"/>
        <w:rPr>
          <w:b/>
          <w:bCs/>
          <w:color w:val="222222"/>
          <w:kern w:val="36"/>
          <w:sz w:val="24"/>
          <w:szCs w:val="24"/>
          <w:lang w:eastAsia="ru-RU"/>
        </w:rPr>
      </w:pPr>
    </w:p>
    <w:p w:rsidR="009A2900" w:rsidRPr="008B1970" w:rsidRDefault="009A2900" w:rsidP="00B36B56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8B1970">
        <w:rPr>
          <w:b/>
          <w:bCs/>
          <w:color w:val="404040"/>
          <w:sz w:val="24"/>
          <w:szCs w:val="24"/>
          <w:lang w:eastAsia="ru-RU"/>
        </w:rPr>
        <w:t>Дата:</w:t>
      </w:r>
      <w:r w:rsidRPr="008B1970">
        <w:rPr>
          <w:color w:val="404040"/>
          <w:sz w:val="24"/>
          <w:szCs w:val="24"/>
          <w:lang w:eastAsia="ru-RU"/>
        </w:rPr>
        <w:t> 20.03.2020 г.</w:t>
      </w:r>
    </w:p>
    <w:p w:rsidR="009A2900" w:rsidRPr="008B1970" w:rsidRDefault="009A2900" w:rsidP="00B36B56">
      <w:pPr>
        <w:shd w:val="clear" w:color="auto" w:fill="FFFFFF"/>
        <w:spacing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8B1970">
        <w:rPr>
          <w:b/>
          <w:bCs/>
          <w:color w:val="404040"/>
          <w:sz w:val="24"/>
          <w:szCs w:val="24"/>
          <w:lang w:eastAsia="ru-RU"/>
        </w:rPr>
        <w:t>Предусмотрены единовременные выплаты некоторым категориям граждан Российской Федерации в связи с 75-й годовщиной Победы в Великой Отечественной войне</w:t>
      </w:r>
    </w:p>
    <w:p w:rsidR="009A2900" w:rsidRPr="008B1970" w:rsidRDefault="009A2900" w:rsidP="00B36B56">
      <w:pPr>
        <w:shd w:val="clear" w:color="auto" w:fill="FFFFFF"/>
        <w:spacing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8B1970">
        <w:rPr>
          <w:b/>
          <w:bCs/>
          <w:color w:val="404040"/>
          <w:sz w:val="24"/>
          <w:szCs w:val="24"/>
          <w:lang w:eastAsia="ru-RU"/>
        </w:rPr>
        <w:t> </w:t>
      </w:r>
    </w:p>
    <w:p w:rsidR="009A2900" w:rsidRPr="008B1970" w:rsidRDefault="009A2900" w:rsidP="00B36B56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8B1970">
        <w:rPr>
          <w:color w:val="404040"/>
          <w:sz w:val="24"/>
          <w:szCs w:val="24"/>
          <w:lang w:eastAsia="ru-RU"/>
        </w:rPr>
        <w:t>Вступил в силу Указ Президента Российской Федерации от 07.02.2020 № 100 «О единовременной выплате некоторым категориям граждан Российской Федерации в связи с 75-й годовщиной Победы в Великой Отечественной войне 1941 - 1945 годов».</w:t>
      </w:r>
    </w:p>
    <w:p w:rsidR="009A2900" w:rsidRPr="008B1970" w:rsidRDefault="009A2900" w:rsidP="00B36B56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8B1970">
        <w:rPr>
          <w:color w:val="404040"/>
          <w:sz w:val="24"/>
          <w:szCs w:val="24"/>
          <w:lang w:eastAsia="ru-RU"/>
        </w:rPr>
        <w:t>Данным Указом предусмотрено произвести в апреле - мае 2020 года единовременную выплату следующим категориям граждан Российской Федерации, постоянно проживающим на территории Российской Федерации, в Латвийской Республике, Литовской Республике и Эстонской Республике:    инвалидам Великой Отечественной войны, ветеранам Великой Отечественной войны из числа лиц, указанных в подпунктах 1 - 3 пункта 1 статьи 2 Федерального закона от 12.01.1995 № 5-ФЗ  «О ветеранах»,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вдовам (вдовцам) военнослужащих, погибших в период войны с Финляндией, Великой Отечественной войны, войны с Японией, вдовам (вдовцам) умерших инвалидов Великой Отечественной войны и участников Великой Отечественной войны - в размере 75 000 рублей;</w:t>
      </w:r>
    </w:p>
    <w:p w:rsidR="009A2900" w:rsidRPr="008B1970" w:rsidRDefault="009A2900" w:rsidP="00B36B56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8B1970">
        <w:rPr>
          <w:color w:val="404040"/>
          <w:sz w:val="24"/>
          <w:szCs w:val="24"/>
          <w:lang w:eastAsia="ru-RU"/>
        </w:rPr>
        <w:t>ветеранам Великой Отечественной войны из числа лиц, указанных в подпункте 4 пункта 1 статьи 2 Федерального закона от 12.01.1995  № 5-ФЗ «О ветеранах», бывшим совершеннолетним узникам нацистских концлагерей, тюрем и гетто - в размере 50 000 рублей.</w:t>
      </w:r>
    </w:p>
    <w:p w:rsidR="009A2900" w:rsidRPr="008B1970" w:rsidRDefault="009A2900">
      <w:pPr>
        <w:rPr>
          <w:sz w:val="24"/>
          <w:szCs w:val="24"/>
        </w:rPr>
      </w:pPr>
    </w:p>
    <w:sectPr w:rsidR="009A2900" w:rsidRPr="008B1970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B56"/>
    <w:rsid w:val="00362972"/>
    <w:rsid w:val="003A62B7"/>
    <w:rsid w:val="00477054"/>
    <w:rsid w:val="006F7C1A"/>
    <w:rsid w:val="007819B5"/>
    <w:rsid w:val="00852F51"/>
    <w:rsid w:val="008B1970"/>
    <w:rsid w:val="009A2900"/>
    <w:rsid w:val="00A96337"/>
    <w:rsid w:val="00B36B56"/>
    <w:rsid w:val="00BF2BF2"/>
    <w:rsid w:val="00C4093A"/>
    <w:rsid w:val="00C72B0F"/>
    <w:rsid w:val="00D142E5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B36B56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6B56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DefaultParagraphFont"/>
    <w:uiPriority w:val="99"/>
    <w:rsid w:val="00B36B56"/>
    <w:rPr>
      <w:rFonts w:cs="Times New Roman"/>
    </w:rPr>
  </w:style>
  <w:style w:type="character" w:styleId="Strong">
    <w:name w:val="Strong"/>
    <w:basedOn w:val="DefaultParagraphFont"/>
    <w:uiPriority w:val="99"/>
    <w:qFormat/>
    <w:rsid w:val="00B36B56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B36B56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67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233</Words>
  <Characters>1334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разъясняет законодательство</dc:title>
  <dc:subject/>
  <dc:creator>User</dc:creator>
  <cp:keywords/>
  <dc:description/>
  <cp:lastModifiedBy>KITSELSOVET</cp:lastModifiedBy>
  <cp:revision>2</cp:revision>
  <dcterms:created xsi:type="dcterms:W3CDTF">2020-04-10T05:18:00Z</dcterms:created>
  <dcterms:modified xsi:type="dcterms:W3CDTF">2020-04-10T05:18:00Z</dcterms:modified>
</cp:coreProperties>
</file>