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F1C" w:rsidRPr="000A1AEA" w:rsidRDefault="00F73F1C" w:rsidP="00B216FF">
      <w:pPr>
        <w:shd w:val="clear" w:color="auto" w:fill="FFFFFF"/>
        <w:spacing w:before="60" w:after="144" w:line="216" w:lineRule="atLeast"/>
        <w:ind w:left="0" w:firstLine="0"/>
        <w:textAlignment w:val="baseline"/>
        <w:outlineLvl w:val="0"/>
        <w:rPr>
          <w:b/>
          <w:bCs/>
          <w:color w:val="222222"/>
          <w:kern w:val="36"/>
          <w:sz w:val="24"/>
          <w:szCs w:val="24"/>
          <w:lang w:eastAsia="ru-RU"/>
        </w:rPr>
      </w:pPr>
      <w:r w:rsidRPr="00B216FF">
        <w:rPr>
          <w:rFonts w:ascii="Arial" w:hAnsi="Arial" w:cs="Arial"/>
          <w:b/>
          <w:bCs/>
          <w:color w:val="222222"/>
          <w:kern w:val="36"/>
          <w:sz w:val="31"/>
          <w:szCs w:val="31"/>
          <w:lang w:eastAsia="ru-RU"/>
        </w:rPr>
        <w:br/>
      </w:r>
      <w:r w:rsidRPr="000A1AEA">
        <w:rPr>
          <w:b/>
          <w:bCs/>
          <w:color w:val="222222"/>
          <w:kern w:val="36"/>
          <w:sz w:val="24"/>
          <w:szCs w:val="24"/>
          <w:lang w:eastAsia="ru-RU"/>
        </w:rPr>
        <w:t>Прокуратура разъясняет законодательство</w:t>
      </w:r>
    </w:p>
    <w:p w:rsidR="00F73F1C" w:rsidRPr="000A1AEA" w:rsidRDefault="00F73F1C" w:rsidP="00B216FF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0A1AEA">
        <w:rPr>
          <w:b/>
          <w:bCs/>
          <w:color w:val="404040"/>
          <w:sz w:val="24"/>
          <w:szCs w:val="24"/>
          <w:lang w:eastAsia="ru-RU"/>
        </w:rPr>
        <w:t>Дата:</w:t>
      </w:r>
      <w:r w:rsidRPr="000A1AEA">
        <w:rPr>
          <w:color w:val="404040"/>
          <w:sz w:val="24"/>
          <w:szCs w:val="24"/>
          <w:lang w:eastAsia="ru-RU"/>
        </w:rPr>
        <w:t> 20.03.2020 г.</w:t>
      </w:r>
    </w:p>
    <w:p w:rsidR="00F73F1C" w:rsidRPr="000A1AEA" w:rsidRDefault="00F73F1C" w:rsidP="00B216FF">
      <w:pPr>
        <w:shd w:val="clear" w:color="auto" w:fill="FFFFFF"/>
        <w:spacing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0A1AEA">
        <w:rPr>
          <w:b/>
          <w:bCs/>
          <w:color w:val="404040"/>
          <w:sz w:val="24"/>
          <w:szCs w:val="24"/>
          <w:lang w:eastAsia="ru-RU"/>
        </w:rPr>
        <w:t>Вопрос: Как выплачивается зарплата в процессе банкротства предприятия на стадии процедуры наблюдения?</w:t>
      </w:r>
    </w:p>
    <w:p w:rsidR="00F73F1C" w:rsidRPr="000A1AEA" w:rsidRDefault="00F73F1C" w:rsidP="00B216FF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0A1AEA">
        <w:rPr>
          <w:color w:val="404040"/>
          <w:sz w:val="24"/>
          <w:szCs w:val="24"/>
          <w:lang w:eastAsia="ru-RU"/>
        </w:rPr>
        <w:t> </w:t>
      </w:r>
    </w:p>
    <w:p w:rsidR="00F73F1C" w:rsidRPr="000A1AEA" w:rsidRDefault="00F73F1C" w:rsidP="00B216FF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0A1AEA">
        <w:rPr>
          <w:color w:val="404040"/>
          <w:sz w:val="24"/>
          <w:szCs w:val="24"/>
          <w:lang w:eastAsia="ru-RU"/>
        </w:rPr>
        <w:t>По закону «О несостоятельности (банкротстве)» наблюдение является первой процедурой, применяемой в деле о банкротстве юридического лица.</w:t>
      </w:r>
    </w:p>
    <w:p w:rsidR="00F73F1C" w:rsidRPr="000A1AEA" w:rsidRDefault="00F73F1C" w:rsidP="00B216FF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0A1AEA">
        <w:rPr>
          <w:color w:val="404040"/>
          <w:sz w:val="24"/>
          <w:szCs w:val="24"/>
          <w:lang w:eastAsia="ru-RU"/>
        </w:rPr>
        <w:t>Эта процедура вводится арбитражным судом в целях обеспечения сохранности имущества должника, проведения анализа его финансового состояния, составления реестра требований кредиторов и проведения первого собрания кредиторов.</w:t>
      </w:r>
    </w:p>
    <w:p w:rsidR="00F73F1C" w:rsidRPr="000A1AEA" w:rsidRDefault="00F73F1C" w:rsidP="00B216FF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0A1AEA">
        <w:rPr>
          <w:color w:val="404040"/>
          <w:sz w:val="24"/>
          <w:szCs w:val="24"/>
          <w:lang w:eastAsia="ru-RU"/>
        </w:rPr>
        <w:t>К числу последствий введения процедуры наблюдения относится приостановление исполнения исполнительных документов по имущественным взысканиям. Однако эта норма содержит ряд исключений.</w:t>
      </w:r>
    </w:p>
    <w:p w:rsidR="00F73F1C" w:rsidRPr="000A1AEA" w:rsidRDefault="00F73F1C" w:rsidP="00B216FF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0A1AEA">
        <w:rPr>
          <w:color w:val="404040"/>
          <w:sz w:val="24"/>
          <w:szCs w:val="24"/>
          <w:lang w:eastAsia="ru-RU"/>
        </w:rPr>
        <w:t>В частности, в силу прямого указания Закона о банкротстве из числа исполнительных документов, по которым приостанавливается исполнение, исключены исполнительные документы, выданные на основании судебных актов о взыскании задолженности по заработной плате, вступивших в законную силу до дня введения процедуры наблюдения.</w:t>
      </w:r>
    </w:p>
    <w:p w:rsidR="00F73F1C" w:rsidRPr="000A1AEA" w:rsidRDefault="00F73F1C" w:rsidP="00B216FF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0A1AEA">
        <w:rPr>
          <w:color w:val="404040"/>
          <w:sz w:val="24"/>
          <w:szCs w:val="24"/>
          <w:lang w:eastAsia="ru-RU"/>
        </w:rPr>
        <w:t>Это означает, что судебный пристав-исполнитель в процедуре наблюдения не приостанавливает исполнение решений судов о взыскании зарплаты (ч.1 ст. 96 Федерального закона «Об исполнительном производстве»).</w:t>
      </w:r>
    </w:p>
    <w:p w:rsidR="00F73F1C" w:rsidRPr="000A1AEA" w:rsidRDefault="00F73F1C" w:rsidP="00B216FF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0A1AEA">
        <w:rPr>
          <w:color w:val="404040"/>
          <w:sz w:val="24"/>
          <w:szCs w:val="24"/>
          <w:lang w:eastAsia="ru-RU"/>
        </w:rPr>
        <w:t>Кредиторы по таким обязательствам вправе направить исполнительные документы о взыскании денежных средств непосредственно в кредитную организацию, обслуживающую счет должника, а кредитная организация обязана их исполнить.</w:t>
      </w:r>
    </w:p>
    <w:p w:rsidR="00F73F1C" w:rsidRPr="000A1AEA" w:rsidRDefault="00F73F1C" w:rsidP="00B216FF">
      <w:pPr>
        <w:shd w:val="clear" w:color="auto" w:fill="FFFFFF"/>
        <w:spacing w:after="240" w:line="240" w:lineRule="auto"/>
        <w:ind w:left="0" w:firstLine="72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0A1AEA">
        <w:rPr>
          <w:color w:val="404040"/>
          <w:sz w:val="24"/>
          <w:szCs w:val="24"/>
          <w:lang w:eastAsia="ru-RU"/>
        </w:rPr>
        <w:t> </w:t>
      </w:r>
    </w:p>
    <w:p w:rsidR="00F73F1C" w:rsidRPr="000A1AEA" w:rsidRDefault="00F73F1C">
      <w:pPr>
        <w:rPr>
          <w:sz w:val="24"/>
          <w:szCs w:val="24"/>
        </w:rPr>
      </w:pPr>
    </w:p>
    <w:sectPr w:rsidR="00F73F1C" w:rsidRPr="000A1AEA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6FF"/>
    <w:rsid w:val="000A1AEA"/>
    <w:rsid w:val="00276E73"/>
    <w:rsid w:val="002A59AC"/>
    <w:rsid w:val="003A62B7"/>
    <w:rsid w:val="00430946"/>
    <w:rsid w:val="00691D45"/>
    <w:rsid w:val="006F7C1A"/>
    <w:rsid w:val="007819B5"/>
    <w:rsid w:val="00852F51"/>
    <w:rsid w:val="00A85571"/>
    <w:rsid w:val="00A96337"/>
    <w:rsid w:val="00B216FF"/>
    <w:rsid w:val="00C72B0F"/>
    <w:rsid w:val="00DF7336"/>
    <w:rsid w:val="00DF7C16"/>
    <w:rsid w:val="00EA04B8"/>
    <w:rsid w:val="00F73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B8"/>
    <w:pPr>
      <w:spacing w:line="319" w:lineRule="exact"/>
      <w:ind w:left="17" w:firstLine="709"/>
    </w:pPr>
    <w:rPr>
      <w:sz w:val="28"/>
      <w:szCs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B216FF"/>
    <w:pPr>
      <w:spacing w:before="100" w:beforeAutospacing="1" w:after="100" w:afterAutospacing="1" w:line="240" w:lineRule="auto"/>
      <w:ind w:lef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16FF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DefaultParagraphFont"/>
    <w:uiPriority w:val="99"/>
    <w:rsid w:val="00B216FF"/>
    <w:rPr>
      <w:rFonts w:cs="Times New Roman"/>
    </w:rPr>
  </w:style>
  <w:style w:type="character" w:styleId="Strong">
    <w:name w:val="Strong"/>
    <w:basedOn w:val="DefaultParagraphFont"/>
    <w:uiPriority w:val="99"/>
    <w:qFormat/>
    <w:rsid w:val="00B216FF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B216FF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5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217</Words>
  <Characters>1240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KITSELSOVET</cp:lastModifiedBy>
  <cp:revision>2</cp:revision>
  <dcterms:created xsi:type="dcterms:W3CDTF">2020-04-10T05:15:00Z</dcterms:created>
  <dcterms:modified xsi:type="dcterms:W3CDTF">2020-04-10T05:15:00Z</dcterms:modified>
</cp:coreProperties>
</file>