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F8" w:rsidRPr="005A06A9" w:rsidRDefault="00DA32F8" w:rsidP="00100034">
      <w:pPr>
        <w:shd w:val="clear" w:color="auto" w:fill="FFFFFF"/>
        <w:spacing w:line="240" w:lineRule="auto"/>
        <w:ind w:left="0" w:firstLine="0"/>
        <w:textAlignment w:val="baseline"/>
        <w:rPr>
          <w:b/>
          <w:bCs/>
          <w:color w:val="222222"/>
          <w:kern w:val="36"/>
          <w:sz w:val="24"/>
          <w:szCs w:val="24"/>
          <w:lang w:eastAsia="ru-RU"/>
        </w:rPr>
      </w:pPr>
      <w:r w:rsidRPr="005A06A9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DA32F8" w:rsidRPr="005A06A9" w:rsidRDefault="00DA32F8" w:rsidP="00100034">
      <w:pPr>
        <w:shd w:val="clear" w:color="auto" w:fill="FFFFFF"/>
        <w:spacing w:line="240" w:lineRule="auto"/>
        <w:ind w:left="0" w:firstLine="0"/>
        <w:textAlignment w:val="baseline"/>
        <w:rPr>
          <w:b/>
          <w:bCs/>
          <w:color w:val="222222"/>
          <w:kern w:val="36"/>
          <w:sz w:val="24"/>
          <w:szCs w:val="24"/>
          <w:lang w:eastAsia="ru-RU"/>
        </w:rPr>
      </w:pPr>
    </w:p>
    <w:p w:rsidR="00DA32F8" w:rsidRPr="005A06A9" w:rsidRDefault="00DA32F8" w:rsidP="00100034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b/>
          <w:bCs/>
          <w:color w:val="404040"/>
          <w:sz w:val="24"/>
          <w:szCs w:val="24"/>
          <w:lang w:eastAsia="ru-RU"/>
        </w:rPr>
        <w:t>Дата:</w:t>
      </w:r>
      <w:r w:rsidRPr="005A06A9">
        <w:rPr>
          <w:color w:val="404040"/>
          <w:sz w:val="24"/>
          <w:szCs w:val="24"/>
          <w:lang w:eastAsia="ru-RU"/>
        </w:rPr>
        <w:t> 20.03.2020 г.</w:t>
      </w:r>
    </w:p>
    <w:p w:rsidR="00DA32F8" w:rsidRPr="005A06A9" w:rsidRDefault="00DA32F8" w:rsidP="00100034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b/>
          <w:bCs/>
          <w:color w:val="404040"/>
          <w:sz w:val="24"/>
          <w:szCs w:val="24"/>
          <w:lang w:eastAsia="ru-RU"/>
        </w:rPr>
        <w:t>Вопрос: каков порядок определения момента прекращения срочного трудового договора?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Согласно статье 79 Трудового кодекса Российской Федерации срочный трудовой договор прекращается с истечением срока его действия.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Трудовой договор, заключенный на время выполнения определенной работы, прекращается по завершение этой работы.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Трудовой договор, заключенный на время исполнения обязанностей отсутствующего работника, прекращается с выходом этого работника на работу.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Трудовой договор, заключенный для выполнения сезонных работ в течение определенного периода (сезона), прекращается по окончание этого периода (сезона).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Срок трудового договора, определенный сторонами календарным периодом (исчисляемый годами, месяцами, неделями), истекает в соответствующее число последнего года, месяца или недели срока. В срок, исчисляемый в календарных неделях или днях, включаются и нерабочие дни (часть 3 статьи 14 ТК РФ).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Срок, определенный конкретной датой истекает в указанный в договоре день.</w:t>
      </w:r>
    </w:p>
    <w:p w:rsidR="00DA32F8" w:rsidRPr="005A06A9" w:rsidRDefault="00DA32F8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5A06A9">
        <w:rPr>
          <w:color w:val="404040"/>
          <w:sz w:val="24"/>
          <w:szCs w:val="24"/>
          <w:lang w:eastAsia="ru-RU"/>
        </w:rPr>
        <w:t>Таким образом, срок трудового договора должен быть определен при его заключении. Стоит обратить внимание на формулировку срока трудового договора еще при его заключении во избежание возможного спора о дате его окончания.</w:t>
      </w:r>
    </w:p>
    <w:p w:rsidR="00DA32F8" w:rsidRPr="005A06A9" w:rsidRDefault="00DA32F8">
      <w:pPr>
        <w:rPr>
          <w:sz w:val="24"/>
          <w:szCs w:val="24"/>
        </w:rPr>
      </w:pPr>
    </w:p>
    <w:sectPr w:rsidR="00DA32F8" w:rsidRPr="005A06A9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034"/>
    <w:rsid w:val="00100034"/>
    <w:rsid w:val="003A62B7"/>
    <w:rsid w:val="005A06A9"/>
    <w:rsid w:val="006F5ADD"/>
    <w:rsid w:val="006F7C1A"/>
    <w:rsid w:val="007819B5"/>
    <w:rsid w:val="00804372"/>
    <w:rsid w:val="00852F51"/>
    <w:rsid w:val="008A0E7D"/>
    <w:rsid w:val="00930522"/>
    <w:rsid w:val="00A96337"/>
    <w:rsid w:val="00C72B0F"/>
    <w:rsid w:val="00DA32F8"/>
    <w:rsid w:val="00DF7336"/>
    <w:rsid w:val="00DF7C16"/>
    <w:rsid w:val="00EA04B8"/>
    <w:rsid w:val="00EA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0034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003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100034"/>
    <w:rPr>
      <w:rFonts w:cs="Times New Roman"/>
    </w:rPr>
  </w:style>
  <w:style w:type="character" w:styleId="Strong">
    <w:name w:val="Strong"/>
    <w:basedOn w:val="DefaultParagraphFont"/>
    <w:uiPriority w:val="99"/>
    <w:qFormat/>
    <w:rsid w:val="00100034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10003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52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188</Words>
  <Characters>1075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 законодательство</dc:title>
  <dc:subject/>
  <dc:creator>User</dc:creator>
  <cp:keywords/>
  <dc:description/>
  <cp:lastModifiedBy>KITSELSOVET</cp:lastModifiedBy>
  <cp:revision>2</cp:revision>
  <dcterms:created xsi:type="dcterms:W3CDTF">2020-04-10T05:25:00Z</dcterms:created>
  <dcterms:modified xsi:type="dcterms:W3CDTF">2020-04-10T05:25:00Z</dcterms:modified>
</cp:coreProperties>
</file>